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034715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34715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34715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34715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34715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34715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34715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34715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34715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AD6902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3093720</wp:posOffset>
                      </wp:positionH>
                      <wp:positionV relativeFrom="paragraph">
                        <wp:posOffset>1603375</wp:posOffset>
                      </wp:positionV>
                      <wp:extent cx="121285" cy="350520"/>
                      <wp:effectExtent l="14605" t="12065" r="6985" b="18415"/>
                      <wp:wrapNone/>
                      <wp:docPr id="130" name="Free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350520"/>
                              </a:xfrm>
                              <a:custGeom>
                                <a:avLst/>
                                <a:gdLst>
                                  <a:gd name="T0" fmla="*/ 102 w 191"/>
                                  <a:gd name="T1" fmla="*/ 47 h 552"/>
                                  <a:gd name="T2" fmla="*/ 46 w 191"/>
                                  <a:gd name="T3" fmla="*/ 66 h 552"/>
                                  <a:gd name="T4" fmla="*/ 0 w 191"/>
                                  <a:gd name="T5" fmla="*/ 122 h 552"/>
                                  <a:gd name="T6" fmla="*/ 18 w 191"/>
                                  <a:gd name="T7" fmla="*/ 271 h 552"/>
                                  <a:gd name="T8" fmla="*/ 84 w 191"/>
                                  <a:gd name="T9" fmla="*/ 412 h 552"/>
                                  <a:gd name="T10" fmla="*/ 102 w 191"/>
                                  <a:gd name="T11" fmla="*/ 515 h 552"/>
                                  <a:gd name="T12" fmla="*/ 159 w 191"/>
                                  <a:gd name="T13" fmla="*/ 552 h 552"/>
                                  <a:gd name="T14" fmla="*/ 149 w 191"/>
                                  <a:gd name="T15" fmla="*/ 421 h 552"/>
                                  <a:gd name="T16" fmla="*/ 131 w 191"/>
                                  <a:gd name="T17" fmla="*/ 365 h 552"/>
                                  <a:gd name="T18" fmla="*/ 121 w 191"/>
                                  <a:gd name="T19" fmla="*/ 159 h 552"/>
                                  <a:gd name="T20" fmla="*/ 112 w 191"/>
                                  <a:gd name="T21" fmla="*/ 75 h 552"/>
                                  <a:gd name="T22" fmla="*/ 102 w 191"/>
                                  <a:gd name="T23" fmla="*/ 38 h 552"/>
                                  <a:gd name="T24" fmla="*/ 93 w 191"/>
                                  <a:gd name="T25" fmla="*/ 10 h 552"/>
                                  <a:gd name="T26" fmla="*/ 102 w 191"/>
                                  <a:gd name="T27" fmla="*/ 47 h 5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191" h="552">
                                    <a:moveTo>
                                      <a:pt x="102" y="47"/>
                                    </a:moveTo>
                                    <a:cubicBezTo>
                                      <a:pt x="99" y="48"/>
                                      <a:pt x="49" y="64"/>
                                      <a:pt x="46" y="66"/>
                                    </a:cubicBezTo>
                                    <a:cubicBezTo>
                                      <a:pt x="27" y="81"/>
                                      <a:pt x="17" y="105"/>
                                      <a:pt x="0" y="122"/>
                                    </a:cubicBezTo>
                                    <a:cubicBezTo>
                                      <a:pt x="5" y="179"/>
                                      <a:pt x="5" y="219"/>
                                      <a:pt x="18" y="271"/>
                                    </a:cubicBezTo>
                                    <a:cubicBezTo>
                                      <a:pt x="31" y="321"/>
                                      <a:pt x="67" y="363"/>
                                      <a:pt x="84" y="412"/>
                                    </a:cubicBezTo>
                                    <a:cubicBezTo>
                                      <a:pt x="88" y="447"/>
                                      <a:pt x="77" y="491"/>
                                      <a:pt x="102" y="515"/>
                                    </a:cubicBezTo>
                                    <a:cubicBezTo>
                                      <a:pt x="118" y="531"/>
                                      <a:pt x="159" y="552"/>
                                      <a:pt x="159" y="552"/>
                                    </a:cubicBezTo>
                                    <a:cubicBezTo>
                                      <a:pt x="191" y="502"/>
                                      <a:pt x="166" y="475"/>
                                      <a:pt x="149" y="421"/>
                                    </a:cubicBezTo>
                                    <a:cubicBezTo>
                                      <a:pt x="143" y="402"/>
                                      <a:pt x="131" y="365"/>
                                      <a:pt x="131" y="365"/>
                                    </a:cubicBezTo>
                                    <a:cubicBezTo>
                                      <a:pt x="128" y="296"/>
                                      <a:pt x="125" y="228"/>
                                      <a:pt x="121" y="159"/>
                                    </a:cubicBezTo>
                                    <a:cubicBezTo>
                                      <a:pt x="119" y="131"/>
                                      <a:pt x="116" y="103"/>
                                      <a:pt x="112" y="75"/>
                                    </a:cubicBezTo>
                                    <a:cubicBezTo>
                                      <a:pt x="110" y="62"/>
                                      <a:pt x="106" y="50"/>
                                      <a:pt x="102" y="38"/>
                                    </a:cubicBezTo>
                                    <a:cubicBezTo>
                                      <a:pt x="99" y="29"/>
                                      <a:pt x="93" y="0"/>
                                      <a:pt x="93" y="10"/>
                                    </a:cubicBezTo>
                                    <a:cubicBezTo>
                                      <a:pt x="93" y="23"/>
                                      <a:pt x="99" y="35"/>
                                      <a:pt x="102" y="4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3" o:spid="_x0000_s1026" style="position:absolute;margin-left:243.6pt;margin-top:126.25pt;width:9.55pt;height:27.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1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" path="m102,47c99,48,49,64,46,66,27,81,17,105,,122v5,57,5,97,18,149c31,321,67,363,84,412v4,35,-7,79,18,103c118,531,159,552,159,552v32,-50,7,-77,-10,-131c143,402,131,365,131,365,128,296,125,228,121,159v-2,-28,-5,-56,-9,-84c110,62,106,50,102,38,99,29,93,,93,10v,13,6,25,9,37xe" fillcolor="#7f7f7f [1612]" strokecolor="#7f7f7f [1612]">
                      <v:path arrowok="t" o:connecttype="custom" o:connectlocs="64770,29845;29210,41910;0,77470;11430,172085;53340,261620;64770,327025;100965,350520;94615,267335;83185,231775;76835,100965;71120,47625;64770,24130;59055,6350;64770,29845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7F68CF3D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0" t="635" r="0" b="4445"/>
                      <wp:wrapNone/>
                      <wp:docPr id="12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B67C6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0.0cm max AP</w:t>
                                  </w:r>
                                </w:p>
                                <w:p w:rsidR="00C003DC" w:rsidRPr="003B67C6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55pt;margin-top:17.3pt;width:154.7pt;height:13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" filled="f" stroked="f" strokeweight=".5pt">
                      <v:textbox inset="0,0,0,0">
                        <w:txbxContent>
                          <w:p w:rsidR="00C003DC" w:rsidRPr="003B67C6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0.0cm max AP</w:t>
                            </w:r>
                          </w:p>
                          <w:p w:rsidR="00C003DC" w:rsidRPr="003B67C6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F68CF3E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2757805"/>
                      <wp:effectExtent l="4445" t="635" r="3810" b="3810"/>
                      <wp:wrapNone/>
                      <wp:docPr id="12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27578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B67C6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03471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034715" w:rsidRPr="003B67C6" w:rsidRDefault="00034715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347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03471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347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03471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034715" w:rsidP="000347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Triphasic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34715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11769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 proximally, &gt;75% stenosis ~5cm post origin with biphasic waveforms observed to the distal thigh.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11769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11769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 waveforms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11769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11769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monophasic waveforms.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FA7ABC" w:rsidRPr="003B67C6" w:rsidRDefault="00FA7ABC" w:rsidP="0011769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AD690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Hypereamic</w:t>
                                  </w:r>
                                  <w:r w:rsidR="0011769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with mild </w:t>
                                  </w:r>
                                  <w:r w:rsidR="00AD690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homnogenous</w:t>
                                  </w:r>
                                  <w:r w:rsidR="0011769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atheroma noted.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11769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AD690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Monophasic, mild heterogeneous atheroma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AD6902" w:rsidRDefault="00FA7ABC" w:rsidP="0011769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11769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 throughout</w:t>
                                  </w:r>
                                  <w:r w:rsidR="00AD690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,</w:t>
                                  </w:r>
                                  <w:r w:rsidR="00AD6902" w:rsidRPr="00AD690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AD690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mild heterogeneous atheroma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17.1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" filled="f" stroked="f" strokeweight=".5pt">
                      <v:textbox inset="0,0,0,0">
                        <w:txbxContent>
                          <w:p w:rsidR="00FA7ABC" w:rsidRPr="003B67C6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03471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034715" w:rsidRPr="003B67C6" w:rsidRDefault="00034715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347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03471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347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03471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034715" w:rsidP="000347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Triphasic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34715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11769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 proximally, &gt;75% stenosis ~5cm post origin with biphasic waveforms observed to the distal thigh.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11769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117697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 waveforms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11769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11769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monophasic waveforms.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FA7ABC" w:rsidRPr="003B67C6" w:rsidRDefault="00FA7ABC" w:rsidP="0011769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AD6902">
                              <w:rPr>
                                <w:color w:val="000000"/>
                                <w:sz w:val="14"/>
                                <w:szCs w:val="14"/>
                              </w:rPr>
                              <w:t>Hypereamic</w:t>
                            </w:r>
                            <w:r w:rsidR="0011769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with mild </w:t>
                            </w:r>
                            <w:r w:rsidR="00AD6902">
                              <w:rPr>
                                <w:color w:val="000000"/>
                                <w:sz w:val="14"/>
                                <w:szCs w:val="14"/>
                              </w:rPr>
                              <w:t>homnogenous</w:t>
                            </w:r>
                            <w:r w:rsidR="0011769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atheroma noted.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11769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AD6902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Monophasic, mild heterogeneous atheroma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AD6902" w:rsidRDefault="00FA7ABC" w:rsidP="00117697">
                            <w:pPr>
                              <w:pStyle w:val="CUSTOMNormal"/>
                              <w:tabs>
                                <w:tab w:val="left" w:pos="392"/>
                              </w:tabs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117697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 throughout</w:t>
                            </w:r>
                            <w:r w:rsidR="00AD6902">
                              <w:rPr>
                                <w:color w:val="000000"/>
                                <w:sz w:val="14"/>
                                <w:szCs w:val="14"/>
                              </w:rPr>
                              <w:t>,</w:t>
                            </w:r>
                            <w:r w:rsidR="00AD6902" w:rsidRPr="00AD690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AD6902">
                              <w:rPr>
                                <w:color w:val="000000"/>
                                <w:sz w:val="14"/>
                                <w:szCs w:val="14"/>
                              </w:rPr>
                              <w:t>mild heterogeneous atheroma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7F68CF3F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4563110</wp:posOffset>
                      </wp:positionV>
                      <wp:extent cx="1151890" cy="467995"/>
                      <wp:effectExtent l="19050" t="19685" r="19685" b="26670"/>
                      <wp:wrapNone/>
                      <wp:docPr id="3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071DB" w:rsidRPr="004071DB" w:rsidRDefault="00C877D8" w:rsidP="004071DB">
                                  <w:pPr>
                                    <w:pStyle w:val="CUSTOMNormal"/>
                                    <w:spacing w:after="60"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R</w:t>
                                  </w:r>
                                  <w:r w:rsidR="004071DB"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ABPI = </w:t>
                                  </w:r>
                                  <w:r w:rsidR="00034715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0.70</w:t>
                                  </w:r>
                                </w:p>
                                <w:p w:rsidR="004071DB" w:rsidRPr="004071DB" w:rsidRDefault="004071DB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28" type="#_x0000_t202" style="position:absolute;margin-left:325.5pt;margin-top:359.3pt;width:90.7pt;height:36.8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" strokecolor="red" strokeweight="3pt">
                      <v:shadow color="silver"/>
                      <v:textbox inset="1mm,1.2mm,1mm,1.2mm">
                        <w:txbxContent>
                          <w:p w:rsidR="004071DB" w:rsidRPr="004071DB" w:rsidRDefault="00C877D8" w:rsidP="004071DB">
                            <w:pPr>
                              <w:pStyle w:val="CUSTOMNormal"/>
                              <w:spacing w:after="60"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R</w:t>
                            </w:r>
                            <w:r w:rsidR="004071DB"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ABPI = </w:t>
                            </w:r>
                            <w:r w:rsidR="00034715">
                              <w:rPr>
                                <w:b/>
                                <w:szCs w:val="16"/>
                                <w:lang w:val="es-ES"/>
                              </w:rPr>
                              <w:t>0.70</w:t>
                            </w:r>
                          </w:p>
                          <w:p w:rsidR="004071DB" w:rsidRPr="004071DB" w:rsidRDefault="004071DB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E0202" w:rsidTr="00AD6902">
        <w:trPr>
          <w:trHeight w:hRule="exact" w:val="675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5F46F7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F46F7">
              <w:rPr>
                <w:sz w:val="21"/>
                <w:szCs w:val="21"/>
              </w:rPr>
              <w:lastRenderedPageBreak/>
              <w:t>Report:</w:t>
            </w:r>
          </w:p>
          <w:p w:rsidR="009E0202" w:rsidRDefault="00117697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Abdomen:</w:t>
            </w:r>
          </w:p>
          <w:p w:rsidR="00117697" w:rsidRDefault="00117697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proximal Aorta is not visualised due to overlying bowel gas. The mid-distal Aorta is aneurysmal with a max measurement of 3.4cm AP x 3.3cm TRANS. Triphasic waveforms are noted in the CIA’s and EIA’s bilaterally. </w:t>
            </w:r>
          </w:p>
          <w:p w:rsidR="00117697" w:rsidRDefault="00117697" w:rsidP="00117697">
            <w:pPr>
              <w:pStyle w:val="CUSTOMColumnText"/>
              <w:rPr>
                <w:sz w:val="21"/>
                <w:szCs w:val="21"/>
              </w:rPr>
            </w:pPr>
          </w:p>
          <w:p w:rsidR="00117697" w:rsidRDefault="00117697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Right Lower Extremity:</w:t>
            </w:r>
          </w:p>
          <w:p w:rsidR="00AD6902" w:rsidRDefault="00117697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CFA </w:t>
            </w:r>
            <w:r w:rsidR="00AD6902">
              <w:rPr>
                <w:sz w:val="21"/>
                <w:szCs w:val="21"/>
              </w:rPr>
              <w:t>and Profunda F</w:t>
            </w:r>
            <w:r>
              <w:rPr>
                <w:sz w:val="21"/>
                <w:szCs w:val="21"/>
              </w:rPr>
              <w:t xml:space="preserve">emoris are patent with triphasic waveforms noted. The SFA is patent with biphasic waveforms noted proximally. Approximately 5cm post origin </w:t>
            </w:r>
            <w:r w:rsidR="00AD6902">
              <w:rPr>
                <w:sz w:val="21"/>
                <w:szCs w:val="21"/>
              </w:rPr>
              <w:t>a max</w:t>
            </w:r>
            <w:r>
              <w:rPr>
                <w:sz w:val="21"/>
                <w:szCs w:val="21"/>
              </w:rPr>
              <w:t xml:space="preserve"> PSV of 445cm/s with a PSVR of 5.85. </w:t>
            </w:r>
            <w:r w:rsidR="00AD6902">
              <w:rPr>
                <w:sz w:val="21"/>
                <w:szCs w:val="21"/>
              </w:rPr>
              <w:t xml:space="preserve">These findings are suggestive of a &gt;75% stenosis at this level. Monophasic waveforms are noted to the distal thigh. 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popliteal is noted to have monophasic waveforms. 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TPT is patent with monophasic waveforms. 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PTA and Peroneal arteries are patent with monophasic waveforms noted to the ankle, with mild heterogeneous atheroma noted. 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ATA is patent with hypereamic waveforms noted to the ankle, with mild homogenous atheroma noted. 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Moderately abnormal ABPI. 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ABPI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Right PTA=92mmHg</w:t>
            </w:r>
          </w:p>
          <w:p w:rsid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Right DPA=92mmHg</w:t>
            </w:r>
          </w:p>
          <w:p w:rsidR="00AD6902" w:rsidRPr="00AD6902" w:rsidRDefault="00AD6902" w:rsidP="00117697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Right Brachial 132mmHg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AD6902">
            <w:pPr>
              <w:pStyle w:val="CUSTOMBoldColumnHeading"/>
              <w:spacing w:after="60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5F46F7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715" w:rsidRDefault="00034715" w:rsidP="005748E3">
      <w:pPr>
        <w:spacing w:after="0" w:line="240" w:lineRule="auto"/>
      </w:pPr>
      <w:r>
        <w:separator/>
      </w:r>
    </w:p>
  </w:endnote>
  <w:endnote w:type="continuationSeparator" w:id="0">
    <w:p w:rsidR="00034715" w:rsidRDefault="00034715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D6902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F68CF4D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2700" t="7620" r="3175" b="11430"/>
              <wp:wrapNone/>
              <wp:docPr id="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3" name="Group 92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4" name="Group 93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5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96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8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9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1" name="Group 100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2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04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" name="Group 105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" name="Rectangle 1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76E6" w:rsidRPr="00734451" w:rsidRDefault="005076E6" w:rsidP="005076E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08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0" name="AutoShape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76E6" w:rsidRPr="00734451" w:rsidRDefault="005076E6" w:rsidP="005076E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1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">
              <v:group id="Group 92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3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4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5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96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7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8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99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0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1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2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3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4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5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06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07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5076E6" w:rsidRPr="00734451" w:rsidRDefault="005076E6" w:rsidP="005076E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08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09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0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5076E6" w:rsidRPr="00734451" w:rsidRDefault="005076E6" w:rsidP="005076E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F68CF4E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715" w:rsidRDefault="00034715" w:rsidP="005748E3">
      <w:pPr>
        <w:spacing w:after="0" w:line="240" w:lineRule="auto"/>
      </w:pPr>
      <w:r>
        <w:separator/>
      </w:r>
    </w:p>
  </w:footnote>
  <w:footnote w:type="continuationSeparator" w:id="0">
    <w:p w:rsidR="00034715" w:rsidRDefault="00034715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AD6902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F68CF47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8kDV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kbyQNW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1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F68CF48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F68CF49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AD690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1" layoutInCell="0" allowOverlap="1" wp14:anchorId="67AC7E00">
          <wp:simplePos x="0" y="0"/>
          <wp:positionH relativeFrom="page">
            <wp:posOffset>2899410</wp:posOffset>
          </wp:positionH>
          <wp:positionV relativeFrom="page">
            <wp:posOffset>3350260</wp:posOffset>
          </wp:positionV>
          <wp:extent cx="1663065" cy="5583555"/>
          <wp:effectExtent l="0" t="0" r="0" b="0"/>
          <wp:wrapNone/>
          <wp:docPr id="131" name="Picture 131" descr="Righ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 descr="Righ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61" r="35503"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58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F68CF4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1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F68CF4C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1612]" strokecolor="none [16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715"/>
    <w:rsid w:val="00000CAF"/>
    <w:rsid w:val="00002C57"/>
    <w:rsid w:val="0002322E"/>
    <w:rsid w:val="00030ECC"/>
    <w:rsid w:val="00033B0B"/>
    <w:rsid w:val="00034715"/>
    <w:rsid w:val="00044A92"/>
    <w:rsid w:val="00047E48"/>
    <w:rsid w:val="0006170F"/>
    <w:rsid w:val="00066350"/>
    <w:rsid w:val="00075B57"/>
    <w:rsid w:val="00095E0A"/>
    <w:rsid w:val="000A25EA"/>
    <w:rsid w:val="000B1F8C"/>
    <w:rsid w:val="000C302A"/>
    <w:rsid w:val="000D03AD"/>
    <w:rsid w:val="000D0D64"/>
    <w:rsid w:val="000D12F2"/>
    <w:rsid w:val="000E220B"/>
    <w:rsid w:val="00104C0C"/>
    <w:rsid w:val="00117697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32DD"/>
    <w:rsid w:val="00293ED4"/>
    <w:rsid w:val="002A016B"/>
    <w:rsid w:val="002C6A41"/>
    <w:rsid w:val="002D4419"/>
    <w:rsid w:val="002D613D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6622"/>
    <w:rsid w:val="003B67C6"/>
    <w:rsid w:val="003C0B62"/>
    <w:rsid w:val="003E131B"/>
    <w:rsid w:val="003E1E07"/>
    <w:rsid w:val="003F7EB7"/>
    <w:rsid w:val="0040168D"/>
    <w:rsid w:val="004071DB"/>
    <w:rsid w:val="00411FD4"/>
    <w:rsid w:val="004353A0"/>
    <w:rsid w:val="004409AA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076E6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2430"/>
    <w:rsid w:val="005C197D"/>
    <w:rsid w:val="005D4909"/>
    <w:rsid w:val="005E594C"/>
    <w:rsid w:val="005E5F50"/>
    <w:rsid w:val="005F46F7"/>
    <w:rsid w:val="00601B30"/>
    <w:rsid w:val="00615B7D"/>
    <w:rsid w:val="00624106"/>
    <w:rsid w:val="00632733"/>
    <w:rsid w:val="00644C5F"/>
    <w:rsid w:val="00656DF2"/>
    <w:rsid w:val="0067732A"/>
    <w:rsid w:val="006D3CE8"/>
    <w:rsid w:val="00701D82"/>
    <w:rsid w:val="007102C1"/>
    <w:rsid w:val="007112FB"/>
    <w:rsid w:val="00721A7D"/>
    <w:rsid w:val="00757B16"/>
    <w:rsid w:val="0078169E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E77CD"/>
    <w:rsid w:val="0090284E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90B05"/>
    <w:rsid w:val="00A90F95"/>
    <w:rsid w:val="00AA2AD4"/>
    <w:rsid w:val="00AB09A7"/>
    <w:rsid w:val="00AB7058"/>
    <w:rsid w:val="00AD6902"/>
    <w:rsid w:val="00B03018"/>
    <w:rsid w:val="00B108A5"/>
    <w:rsid w:val="00B14AFB"/>
    <w:rsid w:val="00B35F22"/>
    <w:rsid w:val="00B415C1"/>
    <w:rsid w:val="00B41898"/>
    <w:rsid w:val="00B433C6"/>
    <w:rsid w:val="00B43DCC"/>
    <w:rsid w:val="00B44D5F"/>
    <w:rsid w:val="00B734E8"/>
    <w:rsid w:val="00B73F68"/>
    <w:rsid w:val="00B87660"/>
    <w:rsid w:val="00BA1BE3"/>
    <w:rsid w:val="00BB3059"/>
    <w:rsid w:val="00BC5836"/>
    <w:rsid w:val="00BE046B"/>
    <w:rsid w:val="00BF3A2C"/>
    <w:rsid w:val="00C003DC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B3119"/>
    <w:rsid w:val="00D065FF"/>
    <w:rsid w:val="00D35CC3"/>
    <w:rsid w:val="00D86277"/>
    <w:rsid w:val="00D94904"/>
    <w:rsid w:val="00D971A0"/>
    <w:rsid w:val="00DC01AB"/>
    <w:rsid w:val="00DC47D6"/>
    <w:rsid w:val="00DC5770"/>
    <w:rsid w:val="00DD0B20"/>
    <w:rsid w:val="00DF1634"/>
    <w:rsid w:val="00DF1DE9"/>
    <w:rsid w:val="00E32912"/>
    <w:rsid w:val="00E339E8"/>
    <w:rsid w:val="00E4100D"/>
    <w:rsid w:val="00E463E3"/>
    <w:rsid w:val="00E6169F"/>
    <w:rsid w:val="00E711E6"/>
    <w:rsid w:val="00E73447"/>
    <w:rsid w:val="00E87051"/>
    <w:rsid w:val="00EA5C7C"/>
    <w:rsid w:val="00ED22A6"/>
    <w:rsid w:val="00ED45C7"/>
    <w:rsid w:val="00EE4799"/>
    <w:rsid w:val="00F028B5"/>
    <w:rsid w:val="00F02F77"/>
    <w:rsid w:val="00F071E8"/>
    <w:rsid w:val="00F118E7"/>
    <w:rsid w:val="00F16C76"/>
    <w:rsid w:val="00F3457B"/>
    <w:rsid w:val="00F3756B"/>
    <w:rsid w:val="00F959B6"/>
    <w:rsid w:val="00F97841"/>
    <w:rsid w:val="00FA7ABC"/>
    <w:rsid w:val="00FB6537"/>
    <w:rsid w:val="00FD5490"/>
    <w:rsid w:val="00FE1407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1612]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Arterial%20-%20Right%20Leg\Right%20Lower%20Limb%20-%20Arterial%20Dupl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Right Lower Limb - Arterial Duplex</Template>
  <TotalTime>58</TotalTime>
  <Pages>2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2</cp:revision>
  <cp:lastPrinted>2019-01-18T11:11:00Z</cp:lastPrinted>
  <dcterms:created xsi:type="dcterms:W3CDTF">2019-07-10T10:49:00Z</dcterms:created>
  <dcterms:modified xsi:type="dcterms:W3CDTF">2019-10-15T09:43:00Z</dcterms:modified>
</cp:coreProperties>
</file>